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0E" w:rsidRPr="00CB2A59" w:rsidRDefault="00352E0E" w:rsidP="00F60867">
      <w:pPr>
        <w:framePr w:w="4820" w:h="1741" w:hSpace="181" w:wrap="around" w:vAnchor="page" w:hAnchor="page" w:x="1350" w:y="841" w:anchorLock="1"/>
        <w:suppressOverlap/>
        <w:jc w:val="both"/>
        <w:rPr>
          <w:rFonts w:asciiTheme="minorHAnsi" w:hAnsiTheme="minorHAnsi" w:cs="Arial"/>
          <w:i/>
          <w:szCs w:val="22"/>
          <w:lang w:val="en-GB"/>
        </w:rPr>
      </w:pPr>
    </w:p>
    <w:p w:rsidR="00E74D2E" w:rsidRPr="00CB2A59" w:rsidRDefault="00EE3F9D" w:rsidP="00F60867">
      <w:pPr>
        <w:framePr w:w="4820" w:h="1741" w:hSpace="181" w:wrap="around" w:vAnchor="page" w:hAnchor="page" w:x="1350" w:y="841" w:anchorLock="1"/>
        <w:suppressOverlap/>
        <w:jc w:val="both"/>
        <w:rPr>
          <w:rFonts w:asciiTheme="minorHAnsi" w:hAnsiTheme="minorHAnsi" w:cs="Arial"/>
          <w:i/>
          <w:szCs w:val="22"/>
          <w:lang w:val="en-GB"/>
        </w:rPr>
      </w:pPr>
      <w:r w:rsidRPr="00CB2A59">
        <w:rPr>
          <w:rFonts w:asciiTheme="minorHAnsi" w:hAnsiTheme="minorHAnsi" w:cs="Arial"/>
          <w:i/>
          <w:szCs w:val="22"/>
          <w:lang w:val="en-GB"/>
        </w:rPr>
        <w:t>Editor</w:t>
      </w:r>
      <w:r w:rsidR="00772937" w:rsidRPr="00CB2A59">
        <w:rPr>
          <w:rFonts w:asciiTheme="minorHAnsi" w:hAnsiTheme="minorHAnsi" w:cs="Arial"/>
          <w:i/>
          <w:szCs w:val="22"/>
          <w:lang w:val="en-GB"/>
        </w:rPr>
        <w:t>ial Board</w:t>
      </w:r>
      <w:r w:rsidRPr="00CB2A59">
        <w:rPr>
          <w:rFonts w:asciiTheme="minorHAnsi" w:hAnsiTheme="minorHAnsi" w:cs="Arial"/>
          <w:i/>
          <w:szCs w:val="22"/>
          <w:lang w:val="en-GB"/>
        </w:rPr>
        <w:t xml:space="preserve"> </w:t>
      </w:r>
    </w:p>
    <w:p w:rsidR="00E74D2E" w:rsidRPr="00CB2A59" w:rsidRDefault="009B2E71" w:rsidP="00F60867">
      <w:pPr>
        <w:framePr w:w="4820" w:h="1741" w:hSpace="181" w:wrap="around" w:vAnchor="page" w:hAnchor="page" w:x="1350" w:y="841" w:anchorLock="1"/>
        <w:suppressOverlap/>
        <w:jc w:val="both"/>
        <w:rPr>
          <w:rFonts w:asciiTheme="minorHAnsi" w:hAnsiTheme="minorHAnsi" w:cs="Arial"/>
          <w:i/>
          <w:szCs w:val="22"/>
          <w:lang w:val="en-GB"/>
        </w:rPr>
      </w:pPr>
      <w:r>
        <w:rPr>
          <w:rFonts w:asciiTheme="minorHAnsi" w:hAnsiTheme="minorHAnsi" w:cs="Arial"/>
          <w:i/>
          <w:szCs w:val="22"/>
          <w:lang w:val="en-GB"/>
        </w:rPr>
        <w:t>Journal of Visualized Experiments</w:t>
      </w:r>
    </w:p>
    <w:p w:rsidR="002368F3" w:rsidRPr="00CB2A59" w:rsidRDefault="002368F3" w:rsidP="00F60867">
      <w:pPr>
        <w:framePr w:w="4820" w:h="1741" w:hSpace="181" w:wrap="around" w:vAnchor="page" w:hAnchor="page" w:x="1350" w:y="841" w:anchorLock="1"/>
        <w:suppressOverlap/>
        <w:jc w:val="both"/>
        <w:rPr>
          <w:rFonts w:asciiTheme="minorHAnsi" w:hAnsiTheme="minorHAnsi"/>
          <w:szCs w:val="22"/>
          <w:lang w:val="en-GB"/>
        </w:rPr>
      </w:pPr>
    </w:p>
    <w:p w:rsidR="00F60867" w:rsidRPr="00CB2A59" w:rsidRDefault="00F60867" w:rsidP="00F60867">
      <w:pPr>
        <w:jc w:val="both"/>
        <w:rPr>
          <w:rFonts w:asciiTheme="minorHAnsi" w:hAnsiTheme="minorHAnsi"/>
          <w:szCs w:val="22"/>
          <w:lang w:val="en-GB"/>
        </w:rPr>
      </w:pPr>
      <w:bookmarkStart w:id="0" w:name="Durchschläge"/>
      <w:bookmarkEnd w:id="0"/>
    </w:p>
    <w:p w:rsidR="00F60867" w:rsidRPr="00CB2A59" w:rsidRDefault="00F60867" w:rsidP="00F60867">
      <w:pPr>
        <w:jc w:val="both"/>
        <w:rPr>
          <w:rFonts w:asciiTheme="minorHAnsi" w:hAnsiTheme="minorHAnsi"/>
          <w:szCs w:val="22"/>
          <w:lang w:val="en-GB"/>
        </w:rPr>
      </w:pPr>
    </w:p>
    <w:p w:rsidR="002368F3" w:rsidRPr="00CB2A59" w:rsidRDefault="000563EC" w:rsidP="00F60867">
      <w:pPr>
        <w:jc w:val="both"/>
        <w:rPr>
          <w:rFonts w:asciiTheme="minorHAnsi" w:hAnsiTheme="minorHAnsi"/>
          <w:szCs w:val="22"/>
          <w:lang w:val="en-GB"/>
        </w:rPr>
        <w:sectPr w:rsidR="002368F3" w:rsidRPr="00CB2A59" w:rsidSect="00F60867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653" w:right="851" w:bottom="1134" w:left="1418" w:header="567" w:footer="567" w:gutter="0"/>
          <w:cols w:space="708"/>
          <w:formProt w:val="0"/>
          <w:titlePg/>
          <w:docGrid w:linePitch="360"/>
        </w:sectPr>
      </w:pPr>
      <w:r>
        <w:rPr>
          <w:rFonts w:asciiTheme="minorHAnsi" w:hAnsiTheme="minorHAns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435pt;margin-top:234.75pt;width:117pt;height:20.2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lBrQ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" filled="f" stroked="f">
            <v:textbox inset="0,0,0,0">
              <w:txbxContent>
                <w:p w:rsidR="009064B3" w:rsidRPr="00656964" w:rsidRDefault="005E508C" w:rsidP="006F68D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Jena</w:t>
                  </w:r>
                  <w:r w:rsidR="00B511A0">
                    <w:rPr>
                      <w:sz w:val="20"/>
                      <w:szCs w:val="20"/>
                    </w:rPr>
                    <w:t xml:space="preserve">, </w:t>
                  </w:r>
                  <w:r w:rsidR="00D1507A">
                    <w:rPr>
                      <w:sz w:val="20"/>
                      <w:szCs w:val="20"/>
                    </w:rPr>
                    <w:t>6</w:t>
                  </w:r>
                  <w:r w:rsidR="00A97F2D">
                    <w:rPr>
                      <w:sz w:val="20"/>
                      <w:szCs w:val="20"/>
                    </w:rPr>
                    <w:t xml:space="preserve">th </w:t>
                  </w:r>
                  <w:proofErr w:type="spellStart"/>
                  <w:r w:rsidR="00A97F2D">
                    <w:rPr>
                      <w:sz w:val="20"/>
                      <w:szCs w:val="20"/>
                    </w:rPr>
                    <w:t>of</w:t>
                  </w:r>
                  <w:proofErr w:type="spellEnd"/>
                  <w:r w:rsidR="00A97F2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A97F2D">
                    <w:rPr>
                      <w:sz w:val="20"/>
                      <w:szCs w:val="20"/>
                    </w:rPr>
                    <w:t>July</w:t>
                  </w:r>
                  <w:proofErr w:type="spellEnd"/>
                  <w:r w:rsidR="00A97F2D">
                    <w:rPr>
                      <w:sz w:val="20"/>
                      <w:szCs w:val="20"/>
                    </w:rPr>
                    <w:t xml:space="preserve">, </w:t>
                  </w:r>
                  <w:r w:rsidR="00C84107">
                    <w:rPr>
                      <w:sz w:val="20"/>
                      <w:szCs w:val="20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</w:p>
    <w:p w:rsidR="00806D1C" w:rsidRDefault="00806D1C" w:rsidP="00F60867">
      <w:pPr>
        <w:spacing w:line="276" w:lineRule="auto"/>
        <w:jc w:val="both"/>
        <w:rPr>
          <w:rFonts w:asciiTheme="minorHAnsi" w:hAnsiTheme="minorHAnsi"/>
          <w:szCs w:val="22"/>
          <w:lang w:val="en-US"/>
        </w:rPr>
      </w:pPr>
      <w:bookmarkStart w:id="1" w:name="Dropdown8"/>
      <w:bookmarkEnd w:id="1"/>
    </w:p>
    <w:p w:rsidR="00806D1C" w:rsidRPr="00E312F0" w:rsidRDefault="009B2E71" w:rsidP="00F60867">
      <w:pPr>
        <w:spacing w:line="276" w:lineRule="auto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>Dear Dr.</w:t>
      </w:r>
      <w:r w:rsidR="00D1507A">
        <w:rPr>
          <w:rFonts w:asciiTheme="minorHAnsi" w:hAnsiTheme="minorHAnsi"/>
          <w:sz w:val="24"/>
          <w:lang w:val="en-US"/>
        </w:rPr>
        <w:t xml:space="preserve"> Nam Nguyen</w:t>
      </w:r>
      <w:r w:rsidR="00806D1C" w:rsidRPr="00E312F0">
        <w:rPr>
          <w:rFonts w:asciiTheme="minorHAnsi" w:hAnsiTheme="minorHAnsi"/>
          <w:sz w:val="24"/>
          <w:lang w:val="en-US"/>
        </w:rPr>
        <w:t>,</w:t>
      </w:r>
    </w:p>
    <w:p w:rsidR="00806D1C" w:rsidRPr="00E312F0" w:rsidRDefault="00806D1C" w:rsidP="00F60867">
      <w:pPr>
        <w:spacing w:line="276" w:lineRule="auto"/>
        <w:jc w:val="both"/>
        <w:rPr>
          <w:rFonts w:asciiTheme="minorHAnsi" w:hAnsiTheme="minorHAnsi"/>
          <w:sz w:val="24"/>
          <w:lang w:val="en-US"/>
        </w:rPr>
      </w:pPr>
    </w:p>
    <w:p w:rsidR="00D1507A" w:rsidRPr="00A0786D" w:rsidRDefault="00D1507A" w:rsidP="00EB7B1C">
      <w:pPr>
        <w:spacing w:line="276" w:lineRule="auto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>We would like to thank you and the reviewers for the thorough and extremely useful review of our manuscript</w:t>
      </w:r>
      <w:r w:rsidR="00227283" w:rsidRPr="00A0786D">
        <w:rPr>
          <w:rFonts w:asciiTheme="minorHAnsi" w:hAnsiTheme="minorHAnsi"/>
          <w:sz w:val="24"/>
          <w:lang w:val="en-US"/>
        </w:rPr>
        <w:t xml:space="preserve"> entitled</w:t>
      </w:r>
    </w:p>
    <w:p w:rsidR="00C84107" w:rsidRDefault="00806D1C" w:rsidP="00EB7B1C">
      <w:pPr>
        <w:spacing w:line="276" w:lineRule="auto"/>
        <w:jc w:val="both"/>
        <w:rPr>
          <w:rFonts w:asciiTheme="minorHAnsi" w:hAnsiTheme="minorHAnsi" w:cs="Arial"/>
          <w:sz w:val="24"/>
          <w:lang w:val="en-US"/>
        </w:rPr>
      </w:pPr>
      <w:r w:rsidRPr="00A0786D">
        <w:rPr>
          <w:rFonts w:asciiTheme="minorHAnsi" w:hAnsiTheme="minorHAnsi"/>
          <w:b/>
          <w:sz w:val="24"/>
          <w:lang w:val="en-GB"/>
        </w:rPr>
        <w:t>“</w:t>
      </w:r>
      <w:r w:rsidR="00A0786D" w:rsidRPr="00D1507A">
        <w:rPr>
          <w:rFonts w:asciiTheme="minorHAnsi" w:eastAsiaTheme="majorEastAsia" w:hAnsiTheme="minorHAnsi" w:cstheme="majorBidi"/>
          <w:b/>
          <w:sz w:val="24"/>
          <w:lang w:val="en-US"/>
        </w:rPr>
        <w:t>Morphology-based distinction between healthy and pathological cells utilizing Fourier transforms and Self-Organizing Maps</w:t>
      </w:r>
      <w:r w:rsidR="00A0786D" w:rsidRPr="00A0786D">
        <w:rPr>
          <w:rFonts w:asciiTheme="minorHAnsi" w:hAnsiTheme="minorHAnsi"/>
          <w:b/>
          <w:sz w:val="24"/>
          <w:lang w:val="en-US"/>
        </w:rPr>
        <w:t xml:space="preserve"> </w:t>
      </w:r>
      <w:proofErr w:type="gramStart"/>
      <w:r w:rsidR="00227283" w:rsidRPr="00A0786D">
        <w:rPr>
          <w:rFonts w:asciiTheme="minorHAnsi" w:hAnsiTheme="minorHAnsi"/>
          <w:b/>
          <w:sz w:val="24"/>
          <w:lang w:val="en-US"/>
        </w:rPr>
        <w:t>“</w:t>
      </w:r>
      <w:r w:rsidR="00F60867" w:rsidRPr="00A0786D">
        <w:rPr>
          <w:rFonts w:asciiTheme="minorHAnsi" w:hAnsiTheme="minorHAnsi" w:cs="Arial"/>
          <w:sz w:val="24"/>
          <w:lang w:val="en-US"/>
        </w:rPr>
        <w:t xml:space="preserve"> </w:t>
      </w:r>
      <w:r w:rsidR="00F2220C" w:rsidRPr="00A0786D">
        <w:rPr>
          <w:rFonts w:asciiTheme="minorHAnsi" w:hAnsiTheme="minorHAnsi"/>
          <w:sz w:val="24"/>
          <w:lang w:val="en-US"/>
        </w:rPr>
        <w:t>by</w:t>
      </w:r>
      <w:proofErr w:type="gramEnd"/>
      <w:r w:rsidR="00F2220C" w:rsidRPr="00A0786D">
        <w:rPr>
          <w:rFonts w:asciiTheme="minorHAnsi" w:hAnsiTheme="minorHAnsi"/>
          <w:sz w:val="24"/>
          <w:lang w:val="en-US"/>
        </w:rPr>
        <w:t xml:space="preserve"> </w:t>
      </w:r>
      <w:proofErr w:type="spellStart"/>
      <w:r w:rsidRPr="00A0786D">
        <w:rPr>
          <w:rFonts w:asciiTheme="minorHAnsi" w:hAnsiTheme="minorHAnsi"/>
          <w:sz w:val="24"/>
          <w:lang w:val="en-US"/>
        </w:rPr>
        <w:t>Kriegel</w:t>
      </w:r>
      <w:proofErr w:type="spellEnd"/>
      <w:r w:rsidR="00F2220C" w:rsidRPr="00A0786D">
        <w:rPr>
          <w:rFonts w:asciiTheme="minorHAnsi" w:hAnsiTheme="minorHAnsi"/>
          <w:sz w:val="24"/>
          <w:lang w:val="en-US"/>
        </w:rPr>
        <w:t xml:space="preserve"> et al.</w:t>
      </w:r>
      <w:r w:rsidR="00A0786D">
        <w:rPr>
          <w:rFonts w:asciiTheme="minorHAnsi" w:hAnsiTheme="minorHAnsi" w:cs="Arial"/>
          <w:sz w:val="24"/>
          <w:lang w:val="en-US"/>
        </w:rPr>
        <w:t xml:space="preserve"> </w:t>
      </w:r>
    </w:p>
    <w:p w:rsidR="009C4ABC" w:rsidRPr="00A0786D" w:rsidRDefault="00D1507A" w:rsidP="00EB7B1C">
      <w:pPr>
        <w:spacing w:line="276" w:lineRule="auto"/>
        <w:jc w:val="both"/>
        <w:rPr>
          <w:rFonts w:asciiTheme="minorHAnsi" w:hAnsiTheme="minorHAnsi" w:cs="Arial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>Hereby we are submitting the revised version</w:t>
      </w:r>
      <w:r w:rsidR="003F2C20" w:rsidRPr="00A0786D">
        <w:rPr>
          <w:rFonts w:asciiTheme="minorHAnsi" w:hAnsiTheme="minorHAnsi"/>
          <w:sz w:val="24"/>
          <w:lang w:val="en-US"/>
        </w:rPr>
        <w:t xml:space="preserve"> </w:t>
      </w:r>
      <w:r>
        <w:rPr>
          <w:rFonts w:asciiTheme="minorHAnsi" w:hAnsiTheme="minorHAnsi"/>
          <w:sz w:val="24"/>
          <w:lang w:val="en-US"/>
        </w:rPr>
        <w:t xml:space="preserve">to be considered for publication </w:t>
      </w:r>
      <w:r w:rsidR="003F2C20" w:rsidRPr="00A0786D">
        <w:rPr>
          <w:rFonts w:asciiTheme="minorHAnsi" w:hAnsiTheme="minorHAnsi"/>
          <w:sz w:val="24"/>
          <w:lang w:val="en-US"/>
        </w:rPr>
        <w:t xml:space="preserve">in </w:t>
      </w:r>
      <w:r w:rsidR="00A0786D">
        <w:rPr>
          <w:rFonts w:asciiTheme="minorHAnsi" w:hAnsiTheme="minorHAnsi"/>
          <w:sz w:val="24"/>
          <w:lang w:val="en-US"/>
        </w:rPr>
        <w:t>the Journal of Visualized Experiments</w:t>
      </w:r>
      <w:r w:rsidR="003F2C20" w:rsidRPr="00A0786D">
        <w:rPr>
          <w:rFonts w:asciiTheme="minorHAnsi" w:hAnsiTheme="minorHAnsi"/>
          <w:sz w:val="24"/>
          <w:lang w:val="en-US"/>
        </w:rPr>
        <w:t>.</w:t>
      </w:r>
      <w:bookmarkStart w:id="2" w:name="_GoBack"/>
      <w:bookmarkEnd w:id="2"/>
    </w:p>
    <w:p w:rsidR="00DE3055" w:rsidRDefault="00DE3055" w:rsidP="00EB7B1C">
      <w:pPr>
        <w:spacing w:line="276" w:lineRule="auto"/>
        <w:jc w:val="both"/>
        <w:rPr>
          <w:rFonts w:asciiTheme="minorHAnsi" w:hAnsiTheme="minorHAnsi"/>
          <w:sz w:val="24"/>
          <w:lang w:val="en-US"/>
        </w:rPr>
      </w:pPr>
    </w:p>
    <w:p w:rsidR="00042B7A" w:rsidRDefault="00D1507A" w:rsidP="00EB7B1C">
      <w:pPr>
        <w:spacing w:line="276" w:lineRule="auto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>We have answered all questions and comments by bot</w:t>
      </w:r>
      <w:r w:rsidR="00042B7A">
        <w:rPr>
          <w:rFonts w:asciiTheme="minorHAnsi" w:hAnsiTheme="minorHAnsi"/>
          <w:sz w:val="24"/>
          <w:lang w:val="en-US"/>
        </w:rPr>
        <w:t xml:space="preserve">h the Editor and the Reviewers according to our best ability. These are provided in a separate document. </w:t>
      </w:r>
    </w:p>
    <w:p w:rsidR="00042B7A" w:rsidRDefault="00042B7A" w:rsidP="00EB7B1C">
      <w:pPr>
        <w:spacing w:line="276" w:lineRule="auto"/>
        <w:ind w:firstLine="709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 xml:space="preserve">The main text has been edited according to these changes; all new and edited parts are highlighted in purple, in order to make finding the parts in question easier. </w:t>
      </w:r>
    </w:p>
    <w:p w:rsidR="00042B7A" w:rsidRDefault="00042B7A" w:rsidP="00EB7B1C">
      <w:pPr>
        <w:spacing w:line="276" w:lineRule="auto"/>
        <w:ind w:firstLine="709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 xml:space="preserve">We updated our auto-rotation Python script so that it now provides a GUI, as requested by Reviewer 2. We also updated the </w:t>
      </w:r>
      <w:r>
        <w:rPr>
          <w:rFonts w:asciiTheme="minorHAnsi" w:hAnsiTheme="minorHAnsi"/>
          <w:sz w:val="24"/>
          <w:lang w:val="en-US"/>
        </w:rPr>
        <w:t xml:space="preserve">two </w:t>
      </w:r>
      <w:r>
        <w:rPr>
          <w:rFonts w:asciiTheme="minorHAnsi" w:hAnsiTheme="minorHAnsi"/>
          <w:sz w:val="24"/>
          <w:lang w:val="en-US"/>
        </w:rPr>
        <w:t>associated videos according to this change</w:t>
      </w:r>
      <w:r w:rsidR="008A26C4">
        <w:rPr>
          <w:rFonts w:asciiTheme="minorHAnsi" w:hAnsiTheme="minorHAnsi"/>
          <w:sz w:val="24"/>
          <w:lang w:val="en-US"/>
        </w:rPr>
        <w:t xml:space="preserve"> (including one that was erroneously recorded from a blank screen)</w:t>
      </w:r>
      <w:r>
        <w:rPr>
          <w:rFonts w:asciiTheme="minorHAnsi" w:hAnsiTheme="minorHAnsi"/>
          <w:sz w:val="24"/>
          <w:lang w:val="en-US"/>
        </w:rPr>
        <w:t>.</w:t>
      </w:r>
    </w:p>
    <w:p w:rsidR="00F60867" w:rsidRPr="00CB2A59" w:rsidRDefault="00A32FAD" w:rsidP="00EB7B1C">
      <w:pPr>
        <w:spacing w:line="276" w:lineRule="auto"/>
        <w:ind w:firstLine="709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>Some</w:t>
      </w:r>
      <w:r w:rsidR="00F60867" w:rsidRPr="00CB2A59">
        <w:rPr>
          <w:rFonts w:asciiTheme="minorHAnsi" w:hAnsiTheme="minorHAnsi"/>
          <w:sz w:val="24"/>
          <w:lang w:val="en-US"/>
        </w:rPr>
        <w:t xml:space="preserve"> of the</w:t>
      </w:r>
      <w:r w:rsidR="005715BD">
        <w:rPr>
          <w:rFonts w:asciiTheme="minorHAnsi" w:hAnsiTheme="minorHAnsi"/>
          <w:sz w:val="24"/>
          <w:lang w:val="en-US"/>
        </w:rPr>
        <w:t>se</w:t>
      </w:r>
      <w:r w:rsidR="00F60867" w:rsidRPr="00CB2A59">
        <w:rPr>
          <w:rFonts w:asciiTheme="minorHAnsi" w:hAnsiTheme="minorHAnsi"/>
          <w:sz w:val="24"/>
          <w:lang w:val="en-US"/>
        </w:rPr>
        <w:t xml:space="preserve"> data have</w:t>
      </w:r>
      <w:r w:rsidR="00F60867" w:rsidRPr="008A26C4">
        <w:rPr>
          <w:rFonts w:asciiTheme="minorHAnsi" w:hAnsiTheme="minorHAnsi"/>
          <w:sz w:val="24"/>
          <w:lang w:val="en-US"/>
        </w:rPr>
        <w:t xml:space="preserve"> been reported before </w:t>
      </w:r>
      <w:r w:rsidR="004D1900" w:rsidRPr="008A26C4">
        <w:rPr>
          <w:rFonts w:asciiTheme="minorHAnsi" w:hAnsiTheme="minorHAnsi"/>
          <w:sz w:val="24"/>
          <w:lang w:val="en-US"/>
        </w:rPr>
        <w:t>(</w:t>
      </w:r>
      <w:proofErr w:type="spellStart"/>
      <w:r w:rsidR="004D1900" w:rsidRPr="008A26C4">
        <w:rPr>
          <w:rFonts w:asciiTheme="minorHAnsi" w:hAnsiTheme="minorHAnsi"/>
          <w:sz w:val="24"/>
          <w:lang w:val="en-US"/>
        </w:rPr>
        <w:t>Kriegel</w:t>
      </w:r>
      <w:proofErr w:type="spellEnd"/>
      <w:r w:rsidR="004D1900" w:rsidRPr="008A26C4">
        <w:rPr>
          <w:rFonts w:asciiTheme="minorHAnsi" w:hAnsiTheme="minorHAnsi"/>
          <w:sz w:val="24"/>
          <w:lang w:val="en-US"/>
        </w:rPr>
        <w:t>, F. L.</w:t>
      </w:r>
      <w:r w:rsidR="004D1900" w:rsidRPr="008A26C4">
        <w:rPr>
          <w:rFonts w:asciiTheme="minorHAnsi" w:hAnsiTheme="minorHAnsi"/>
          <w:i/>
          <w:sz w:val="24"/>
          <w:lang w:val="en-US"/>
        </w:rPr>
        <w:t xml:space="preserve"> et al.</w:t>
      </w:r>
      <w:r w:rsidR="004D1900" w:rsidRPr="008A26C4">
        <w:rPr>
          <w:rFonts w:asciiTheme="minorHAnsi" w:hAnsiTheme="minorHAnsi"/>
          <w:sz w:val="24"/>
          <w:lang w:val="en-US"/>
        </w:rPr>
        <w:t xml:space="preserve"> Cell shape characterization and classification with discrete Fourier transforms and self</w:t>
      </w:r>
      <w:r w:rsidR="004D1900" w:rsidRPr="008A26C4">
        <w:rPr>
          <w:rFonts w:asciiTheme="minorHAnsi" w:hAnsiTheme="minorHAnsi" w:cs="Cambria Math"/>
          <w:sz w:val="24"/>
          <w:lang w:val="en-US"/>
        </w:rPr>
        <w:t>‐</w:t>
      </w:r>
      <w:r w:rsidR="004D1900" w:rsidRPr="008A26C4">
        <w:rPr>
          <w:rFonts w:asciiTheme="minorHAnsi" w:hAnsiTheme="minorHAnsi"/>
          <w:sz w:val="24"/>
          <w:lang w:val="en-US"/>
        </w:rPr>
        <w:t xml:space="preserve">organizing maps. </w:t>
      </w:r>
      <w:r w:rsidR="004D1900" w:rsidRPr="008A26C4">
        <w:rPr>
          <w:rFonts w:asciiTheme="minorHAnsi" w:hAnsiTheme="minorHAnsi"/>
          <w:i/>
          <w:sz w:val="24"/>
          <w:lang w:val="en-US"/>
        </w:rPr>
        <w:t>Cytometry Part A.</w:t>
      </w:r>
      <w:r w:rsidR="004D1900" w:rsidRPr="008A26C4">
        <w:rPr>
          <w:rFonts w:asciiTheme="minorHAnsi" w:hAnsiTheme="minorHAnsi"/>
          <w:sz w:val="24"/>
          <w:lang w:val="en-US"/>
        </w:rPr>
        <w:t xml:space="preserve"> </w:t>
      </w:r>
      <w:r w:rsidR="004D1900" w:rsidRPr="008A26C4">
        <w:rPr>
          <w:rFonts w:asciiTheme="minorHAnsi" w:hAnsiTheme="minorHAnsi"/>
          <w:b/>
          <w:sz w:val="24"/>
          <w:lang w:val="en-US"/>
        </w:rPr>
        <w:t>93</w:t>
      </w:r>
      <w:r w:rsidR="004D1900" w:rsidRPr="008A26C4">
        <w:rPr>
          <w:rFonts w:asciiTheme="minorHAnsi" w:hAnsiTheme="minorHAnsi"/>
          <w:sz w:val="24"/>
          <w:lang w:val="en-US"/>
        </w:rPr>
        <w:t xml:space="preserve"> (3), 323-333, doi:10.1002/cyto.a.23279 (2018))</w:t>
      </w:r>
      <w:r w:rsidRPr="008A26C4">
        <w:rPr>
          <w:rFonts w:asciiTheme="minorHAnsi" w:hAnsiTheme="minorHAnsi"/>
          <w:sz w:val="24"/>
          <w:lang w:val="en-US"/>
        </w:rPr>
        <w:t xml:space="preserve">. </w:t>
      </w:r>
      <w:r w:rsidR="00AE2F79" w:rsidRPr="008A26C4">
        <w:rPr>
          <w:rFonts w:asciiTheme="minorHAnsi" w:hAnsiTheme="minorHAnsi"/>
          <w:sz w:val="24"/>
          <w:lang w:val="en-US"/>
        </w:rPr>
        <w:t>For the material that we re-used from this publication (Figures 2-5) we have received copyright permission from the publisher John Wiley and Sons</w:t>
      </w:r>
      <w:r w:rsidR="00EB7B1C">
        <w:rPr>
          <w:rFonts w:asciiTheme="minorHAnsi" w:hAnsiTheme="minorHAnsi"/>
          <w:sz w:val="24"/>
          <w:lang w:val="en-US"/>
        </w:rPr>
        <w:t xml:space="preserve"> and we upload this as pdf</w:t>
      </w:r>
      <w:r w:rsidR="00AE2F79" w:rsidRPr="008A26C4">
        <w:rPr>
          <w:rFonts w:asciiTheme="minorHAnsi" w:hAnsiTheme="minorHAnsi"/>
          <w:sz w:val="24"/>
          <w:lang w:val="en-US"/>
        </w:rPr>
        <w:t xml:space="preserve">. </w:t>
      </w:r>
      <w:r w:rsidR="00F60867" w:rsidRPr="008A26C4">
        <w:rPr>
          <w:rFonts w:asciiTheme="minorHAnsi" w:hAnsiTheme="minorHAnsi"/>
          <w:sz w:val="24"/>
          <w:lang w:val="en-US"/>
        </w:rPr>
        <w:t>We declare n</w:t>
      </w:r>
      <w:r w:rsidR="00F60867" w:rsidRPr="00CB2A59">
        <w:rPr>
          <w:rFonts w:asciiTheme="minorHAnsi" w:hAnsiTheme="minorHAnsi"/>
          <w:sz w:val="24"/>
          <w:lang w:val="en-US"/>
        </w:rPr>
        <w:t>o conflict of interest. All authors concur with the submission and hope that you will find our manuscript appropriate for publication in your journal.</w:t>
      </w:r>
    </w:p>
    <w:p w:rsidR="00B511A0" w:rsidRPr="00CB2A59" w:rsidRDefault="00B511A0" w:rsidP="0064114B">
      <w:pPr>
        <w:spacing w:line="360" w:lineRule="auto"/>
        <w:jc w:val="both"/>
        <w:rPr>
          <w:rFonts w:asciiTheme="minorHAnsi" w:hAnsiTheme="minorHAnsi"/>
          <w:sz w:val="24"/>
          <w:lang w:val="en-US"/>
        </w:rPr>
      </w:pPr>
    </w:p>
    <w:p w:rsidR="00682B8C" w:rsidRPr="00CB2A59" w:rsidRDefault="005F5308" w:rsidP="0064114B">
      <w:pPr>
        <w:spacing w:line="360" w:lineRule="auto"/>
        <w:jc w:val="both"/>
        <w:rPr>
          <w:rFonts w:asciiTheme="minorHAnsi" w:hAnsiTheme="minorHAnsi"/>
          <w:sz w:val="24"/>
          <w:lang w:val="en-US"/>
        </w:rPr>
      </w:pPr>
      <w:r w:rsidRPr="00CB2A59">
        <w:rPr>
          <w:rFonts w:asciiTheme="minorHAnsi" w:hAnsiTheme="minorHAnsi"/>
          <w:sz w:val="24"/>
          <w:lang w:val="en-US"/>
        </w:rPr>
        <w:t xml:space="preserve">With </w:t>
      </w:r>
      <w:r w:rsidR="004E5B6B" w:rsidRPr="00CB2A59">
        <w:rPr>
          <w:rFonts w:asciiTheme="minorHAnsi" w:hAnsiTheme="minorHAnsi"/>
          <w:sz w:val="24"/>
          <w:lang w:val="en-US"/>
        </w:rPr>
        <w:t>best</w:t>
      </w:r>
      <w:r w:rsidRPr="00CB2A59">
        <w:rPr>
          <w:rFonts w:asciiTheme="minorHAnsi" w:hAnsiTheme="minorHAnsi"/>
          <w:sz w:val="24"/>
          <w:lang w:val="en-US"/>
        </w:rPr>
        <w:t xml:space="preserve"> regards</w:t>
      </w:r>
      <w:r w:rsidR="00302ED3" w:rsidRPr="00CB2A59">
        <w:rPr>
          <w:rFonts w:asciiTheme="minorHAnsi" w:hAnsiTheme="minorHAnsi"/>
          <w:sz w:val="24"/>
          <w:lang w:val="en-US"/>
        </w:rPr>
        <w:t>,</w:t>
      </w:r>
    </w:p>
    <w:p w:rsidR="00682B8C" w:rsidRPr="00CB2A59" w:rsidRDefault="00682B8C" w:rsidP="0064114B">
      <w:pPr>
        <w:spacing w:line="360" w:lineRule="auto"/>
        <w:jc w:val="both"/>
        <w:rPr>
          <w:rFonts w:asciiTheme="minorHAnsi" w:hAnsiTheme="minorHAnsi"/>
          <w:sz w:val="24"/>
          <w:lang w:val="en-US"/>
        </w:rPr>
      </w:pPr>
    </w:p>
    <w:p w:rsidR="00476557" w:rsidRPr="00CB2A59" w:rsidRDefault="00275699" w:rsidP="0064114B">
      <w:pPr>
        <w:spacing w:line="360" w:lineRule="auto"/>
        <w:jc w:val="both"/>
        <w:rPr>
          <w:rFonts w:asciiTheme="minorHAnsi" w:hAnsiTheme="minorHAnsi"/>
          <w:sz w:val="24"/>
          <w:lang w:val="en-US"/>
        </w:rPr>
      </w:pPr>
      <w:r>
        <w:rPr>
          <w:rFonts w:asciiTheme="minorHAnsi" w:hAnsiTheme="minorHAnsi"/>
          <w:sz w:val="24"/>
          <w:lang w:val="en-US"/>
        </w:rPr>
        <w:t xml:space="preserve">Zoltan </w:t>
      </w:r>
      <w:proofErr w:type="spellStart"/>
      <w:r>
        <w:rPr>
          <w:rFonts w:asciiTheme="minorHAnsi" w:hAnsiTheme="minorHAnsi"/>
          <w:sz w:val="24"/>
          <w:lang w:val="en-US"/>
        </w:rPr>
        <w:t>Cseresnyes</w:t>
      </w:r>
      <w:proofErr w:type="spellEnd"/>
    </w:p>
    <w:sectPr w:rsidR="00476557" w:rsidRPr="00CB2A59" w:rsidSect="008957BB">
      <w:type w:val="continuous"/>
      <w:pgSz w:w="11906" w:h="16838" w:code="9"/>
      <w:pgMar w:top="851" w:right="851" w:bottom="1134" w:left="1418" w:header="652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3EC" w:rsidRDefault="000563EC">
      <w:r>
        <w:separator/>
      </w:r>
    </w:p>
  </w:endnote>
  <w:endnote w:type="continuationSeparator" w:id="0">
    <w:p w:rsidR="000563EC" w:rsidRDefault="0005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B3" w:rsidRDefault="009064B3">
    <w:pPr>
      <w:tabs>
        <w:tab w:val="right" w:pos="9639"/>
      </w:tabs>
    </w:pPr>
    <w:r>
      <w:rPr>
        <w:sz w:val="16"/>
      </w:rPr>
      <w:tab/>
    </w:r>
    <w:r w:rsidR="0022192C">
      <w:fldChar w:fldCharType="begin"/>
    </w:r>
    <w:r>
      <w:instrText xml:space="preserve"> IF </w:instrText>
    </w:r>
    <w:r w:rsidR="0022192C">
      <w:fldChar w:fldCharType="begin"/>
    </w:r>
    <w:r w:rsidR="001B6F20">
      <w:instrText xml:space="preserve"> PAGE </w:instrText>
    </w:r>
    <w:r w:rsidR="0022192C">
      <w:fldChar w:fldCharType="separate"/>
    </w:r>
    <w:r w:rsidR="00EB7B1C">
      <w:rPr>
        <w:noProof/>
      </w:rPr>
      <w:instrText>2</w:instrText>
    </w:r>
    <w:r w:rsidR="0022192C">
      <w:rPr>
        <w:noProof/>
      </w:rPr>
      <w:fldChar w:fldCharType="end"/>
    </w:r>
    <w:r>
      <w:instrText xml:space="preserve"> &lt;&gt; </w:instrText>
    </w:r>
    <w:r w:rsidR="0022192C">
      <w:fldChar w:fldCharType="begin"/>
    </w:r>
    <w:r w:rsidR="001B6F20">
      <w:instrText xml:space="preserve"> NUMPAGES </w:instrText>
    </w:r>
    <w:r w:rsidR="0022192C">
      <w:fldChar w:fldCharType="separate"/>
    </w:r>
    <w:r w:rsidR="00EB7B1C">
      <w:rPr>
        <w:noProof/>
      </w:rPr>
      <w:instrText>2</w:instrText>
    </w:r>
    <w:r w:rsidR="0022192C">
      <w:rPr>
        <w:noProof/>
      </w:rPr>
      <w:fldChar w:fldCharType="end"/>
    </w:r>
    <w:r>
      <w:instrText xml:space="preserve"> „- </w:instrText>
    </w:r>
    <w:r w:rsidR="0022192C">
      <w:fldChar w:fldCharType="begin"/>
    </w:r>
    <w:r>
      <w:instrText xml:space="preserve"> = </w:instrText>
    </w:r>
    <w:r w:rsidR="0022192C">
      <w:fldChar w:fldCharType="begin"/>
    </w:r>
    <w:r w:rsidR="001B6F20">
      <w:instrText xml:space="preserve"> PAGE </w:instrText>
    </w:r>
    <w:r w:rsidR="0022192C">
      <w:fldChar w:fldCharType="separate"/>
    </w:r>
    <w:r w:rsidR="008F58BE">
      <w:rPr>
        <w:noProof/>
      </w:rPr>
      <w:instrText>2</w:instrText>
    </w:r>
    <w:r w:rsidR="0022192C">
      <w:rPr>
        <w:noProof/>
      </w:rPr>
      <w:fldChar w:fldCharType="end"/>
    </w:r>
    <w:r>
      <w:instrText xml:space="preserve"> +1</w:instrText>
    </w:r>
    <w:r w:rsidR="0022192C">
      <w:fldChar w:fldCharType="separate"/>
    </w:r>
    <w:r w:rsidR="008F58BE">
      <w:rPr>
        <w:noProof/>
      </w:rPr>
      <w:instrText>3</w:instrText>
    </w:r>
    <w:r w:rsidR="0022192C">
      <w:fldChar w:fldCharType="end"/>
    </w:r>
    <w:r>
      <w:instrText xml:space="preserve"> -„</w:instrText>
    </w:r>
    <w:r w:rsidR="0022192C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B3" w:rsidRPr="00694E4C" w:rsidRDefault="009064B3">
    <w:pPr>
      <w:jc w:val="center"/>
      <w:rPr>
        <w:rFonts w:ascii="Book Antiqua" w:hAnsi="Book Antiqua"/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3EC" w:rsidRDefault="000563EC">
      <w:r>
        <w:separator/>
      </w:r>
    </w:p>
  </w:footnote>
  <w:footnote w:type="continuationSeparator" w:id="0">
    <w:p w:rsidR="000563EC" w:rsidRDefault="00056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B3" w:rsidRDefault="0022192C">
    <w:pPr>
      <w:framePr w:wrap="around" w:vAnchor="text" w:hAnchor="margin" w:xAlign="center" w:y="1"/>
    </w:pPr>
    <w:r>
      <w:fldChar w:fldCharType="begin"/>
    </w:r>
    <w:r w:rsidR="009064B3">
      <w:instrText xml:space="preserve">PAGE  </w:instrText>
    </w:r>
    <w:r>
      <w:fldChar w:fldCharType="end"/>
    </w:r>
  </w:p>
  <w:p w:rsidR="009064B3" w:rsidRDefault="009064B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B3" w:rsidRDefault="009064B3">
    <w:pPr>
      <w:framePr w:wrap="around" w:vAnchor="text" w:hAnchor="margin" w:xAlign="center" w:y="1"/>
    </w:pPr>
    <w:r>
      <w:t xml:space="preserve">- </w:t>
    </w:r>
    <w:r w:rsidR="0022192C">
      <w:fldChar w:fldCharType="begin"/>
    </w:r>
    <w:r w:rsidR="001B6F20">
      <w:instrText xml:space="preserve">PAGE  </w:instrText>
    </w:r>
    <w:r w:rsidR="0022192C">
      <w:fldChar w:fldCharType="separate"/>
    </w:r>
    <w:r w:rsidR="00EB7B1C">
      <w:rPr>
        <w:noProof/>
      </w:rPr>
      <w:t>2</w:t>
    </w:r>
    <w:r w:rsidR="0022192C">
      <w:rPr>
        <w:noProof/>
      </w:rPr>
      <w:fldChar w:fldCharType="end"/>
    </w:r>
    <w:r>
      <w:t xml:space="preserve"> -</w:t>
    </w:r>
  </w:p>
  <w:p w:rsidR="009064B3" w:rsidRDefault="009064B3">
    <w:pPr>
      <w:spacing w:after="6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B3" w:rsidRDefault="00EA094D" w:rsidP="00F60867">
    <w:pPr>
      <w:rPr>
        <w:sz w:val="10"/>
      </w:rPr>
    </w:pPr>
    <w:r>
      <w:rPr>
        <w:noProof/>
        <w:sz w:val="10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7381240</wp:posOffset>
          </wp:positionV>
          <wp:extent cx="17780" cy="17780"/>
          <wp:effectExtent l="19050" t="0" r="1270" b="0"/>
          <wp:wrapNone/>
          <wp:docPr id="9" name="Bild 5" descr="Bil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ild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" cy="17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5292725</wp:posOffset>
          </wp:positionV>
          <wp:extent cx="17780" cy="17780"/>
          <wp:effectExtent l="19050" t="0" r="1270" b="0"/>
          <wp:wrapNone/>
          <wp:docPr id="10" name="Bild 4" descr="Bil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ild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" cy="17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0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3672205</wp:posOffset>
          </wp:positionV>
          <wp:extent cx="17780" cy="17780"/>
          <wp:effectExtent l="19050" t="0" r="1270" b="0"/>
          <wp:wrapNone/>
          <wp:docPr id="11" name="Bild 3" descr="Bil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ild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" cy="17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563EC">
      <w:rPr>
        <w:noProof/>
        <w:sz w:val="1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57pt;margin-top:51pt;width:198.45pt;height:93.75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" filled="f" stroked="f">
          <v:textbox inset="0,0,0,0">
            <w:txbxContent>
              <w:p w:rsidR="009B0386" w:rsidRPr="00560EC3" w:rsidRDefault="008F58BE" w:rsidP="009B0386">
                <w:pPr>
                  <w:rPr>
                    <w:b/>
                    <w:sz w:val="20"/>
                    <w:szCs w:val="20"/>
                  </w:rPr>
                </w:pPr>
                <w:r w:rsidRPr="00560EC3">
                  <w:rPr>
                    <w:b/>
                    <w:sz w:val="20"/>
                    <w:szCs w:val="20"/>
                  </w:rPr>
                  <w:t xml:space="preserve">Dr. </w:t>
                </w:r>
                <w:r w:rsidR="00832187">
                  <w:rPr>
                    <w:b/>
                    <w:sz w:val="20"/>
                    <w:szCs w:val="20"/>
                  </w:rPr>
                  <w:t>Zoltan</w:t>
                </w:r>
                <w:r w:rsidRPr="00560EC3">
                  <w:rPr>
                    <w:b/>
                    <w:sz w:val="20"/>
                    <w:szCs w:val="20"/>
                  </w:rPr>
                  <w:t xml:space="preserve"> </w:t>
                </w:r>
                <w:proofErr w:type="spellStart"/>
                <w:r w:rsidR="00832187">
                  <w:rPr>
                    <w:b/>
                    <w:sz w:val="20"/>
                    <w:szCs w:val="20"/>
                  </w:rPr>
                  <w:t>Cseresnyes</w:t>
                </w:r>
                <w:proofErr w:type="spellEnd"/>
              </w:p>
              <w:p w:rsidR="009B0386" w:rsidRPr="008F58BE" w:rsidRDefault="00832187" w:rsidP="009B0386">
                <w:pPr>
                  <w:rPr>
                    <w:b/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 xml:space="preserve">Hans </w:t>
                </w:r>
                <w:proofErr w:type="spellStart"/>
                <w:r>
                  <w:rPr>
                    <w:b/>
                    <w:sz w:val="20"/>
                    <w:szCs w:val="20"/>
                  </w:rPr>
                  <w:t>Knöll</w:t>
                </w:r>
                <w:proofErr w:type="spellEnd"/>
                <w:r>
                  <w:rPr>
                    <w:b/>
                    <w:sz w:val="20"/>
                    <w:szCs w:val="20"/>
                  </w:rPr>
                  <w:t xml:space="preserve"> Institute Jena</w:t>
                </w:r>
                <w:r w:rsidR="008F58BE" w:rsidRPr="008F58BE">
                  <w:rPr>
                    <w:b/>
                    <w:sz w:val="20"/>
                    <w:szCs w:val="20"/>
                  </w:rPr>
                  <w:tab/>
                </w:r>
              </w:p>
              <w:p w:rsidR="009064B3" w:rsidRPr="00105C96" w:rsidRDefault="00832187">
                <w:pPr>
                  <w:rPr>
                    <w:b/>
                    <w:sz w:val="20"/>
                    <w:szCs w:val="20"/>
                    <w:lang w:val="en-US"/>
                  </w:rPr>
                </w:pPr>
                <w:r>
                  <w:rPr>
                    <w:b/>
                    <w:sz w:val="20"/>
                    <w:szCs w:val="20"/>
                    <w:lang w:val="en-US"/>
                  </w:rPr>
                  <w:t>Applied Systems Biology</w:t>
                </w:r>
              </w:p>
              <w:p w:rsidR="009064B3" w:rsidRPr="00105C96" w:rsidRDefault="00832187">
                <w:pPr>
                  <w:rPr>
                    <w:sz w:val="20"/>
                    <w:szCs w:val="20"/>
                    <w:lang w:val="en-US"/>
                  </w:rPr>
                </w:pPr>
                <w:proofErr w:type="spellStart"/>
                <w:proofErr w:type="gramStart"/>
                <w:r>
                  <w:rPr>
                    <w:sz w:val="20"/>
                    <w:szCs w:val="20"/>
                    <w:lang w:val="en-US"/>
                  </w:rPr>
                  <w:t>Beutenbergstr</w:t>
                </w:r>
                <w:proofErr w:type="spellEnd"/>
                <w:r>
                  <w:rPr>
                    <w:sz w:val="20"/>
                    <w:szCs w:val="20"/>
                    <w:lang w:val="en-US"/>
                  </w:rPr>
                  <w:t>.</w:t>
                </w:r>
                <w:proofErr w:type="gramEnd"/>
                <w:r w:rsidR="009064B3" w:rsidRPr="00105C96">
                  <w:rPr>
                    <w:sz w:val="20"/>
                    <w:szCs w:val="20"/>
                    <w:lang w:val="en-US"/>
                  </w:rPr>
                  <w:t xml:space="preserve"> 1</w:t>
                </w:r>
                <w:r>
                  <w:rPr>
                    <w:sz w:val="20"/>
                    <w:szCs w:val="20"/>
                    <w:lang w:val="en-US"/>
                  </w:rPr>
                  <w:t>1</w:t>
                </w:r>
                <w:r w:rsidR="002C4E26">
                  <w:rPr>
                    <w:sz w:val="20"/>
                    <w:szCs w:val="20"/>
                    <w:lang w:val="en-US"/>
                  </w:rPr>
                  <w:t>a</w:t>
                </w:r>
              </w:p>
              <w:p w:rsidR="009064B3" w:rsidRPr="00105C96" w:rsidRDefault="002C4E26" w:rsidP="00656964">
                <w:pPr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07745</w:t>
                </w:r>
                <w:r w:rsidR="009064B3" w:rsidRPr="00105C96">
                  <w:rPr>
                    <w:sz w:val="20"/>
                    <w:szCs w:val="20"/>
                    <w:lang w:val="en-US"/>
                  </w:rPr>
                  <w:t xml:space="preserve"> </w:t>
                </w:r>
                <w:r>
                  <w:rPr>
                    <w:sz w:val="20"/>
                    <w:szCs w:val="20"/>
                    <w:lang w:val="en-US"/>
                  </w:rPr>
                  <w:t>Jena</w:t>
                </w:r>
                <w:r w:rsidR="00CF0CCE">
                  <w:rPr>
                    <w:sz w:val="20"/>
                    <w:szCs w:val="20"/>
                    <w:lang w:val="en-US"/>
                  </w:rPr>
                  <w:t>, Germany</w:t>
                </w:r>
              </w:p>
              <w:p w:rsidR="006F68D9" w:rsidRPr="00105C96" w:rsidRDefault="006F68D9" w:rsidP="006F68D9">
                <w:pPr>
                  <w:rPr>
                    <w:sz w:val="20"/>
                    <w:szCs w:val="20"/>
                    <w:lang w:val="en-US"/>
                  </w:rPr>
                </w:pPr>
                <w:r w:rsidRPr="00105C96">
                  <w:rPr>
                    <w:sz w:val="20"/>
                    <w:szCs w:val="20"/>
                    <w:lang w:val="en-US"/>
                  </w:rPr>
                  <w:t>Phone +49 (0)</w:t>
                </w:r>
                <w:r w:rsidR="002C4E26">
                  <w:rPr>
                    <w:sz w:val="20"/>
                    <w:szCs w:val="20"/>
                    <w:lang w:val="en-US"/>
                  </w:rPr>
                  <w:t>3641</w:t>
                </w:r>
                <w:r w:rsidR="00105C96">
                  <w:rPr>
                    <w:sz w:val="20"/>
                    <w:szCs w:val="20"/>
                    <w:lang w:val="en-US"/>
                  </w:rPr>
                  <w:t>-53</w:t>
                </w:r>
                <w:r w:rsidR="002C4E26">
                  <w:rPr>
                    <w:sz w:val="20"/>
                    <w:szCs w:val="20"/>
                    <w:lang w:val="en-US"/>
                  </w:rPr>
                  <w:t>21532</w:t>
                </w:r>
              </w:p>
              <w:p w:rsidR="009064B3" w:rsidRPr="00832187" w:rsidRDefault="002C4E26">
                <w:pPr>
                  <w:rPr>
                    <w:sz w:val="20"/>
                    <w:szCs w:val="20"/>
                    <w:lang w:val="en-US"/>
                  </w:rPr>
                </w:pPr>
                <w:r>
                  <w:rPr>
                    <w:sz w:val="20"/>
                    <w:szCs w:val="20"/>
                    <w:lang w:val="en-US"/>
                  </w:rPr>
                  <w:t>zoltan.cseresnyes</w:t>
                </w:r>
                <w:r w:rsidR="007F5721">
                  <w:rPr>
                    <w:sz w:val="20"/>
                    <w:szCs w:val="20"/>
                    <w:lang w:val="en-US"/>
                  </w:rPr>
                  <w:t>@</w:t>
                </w:r>
                <w:r w:rsidR="00806D1C">
                  <w:rPr>
                    <w:sz w:val="20"/>
                    <w:szCs w:val="20"/>
                    <w:lang w:val="en-US"/>
                  </w:rPr>
                  <w:t>hki-jena</w:t>
                </w:r>
                <w:r w:rsidR="008F58BE" w:rsidRPr="00105C96">
                  <w:rPr>
                    <w:sz w:val="20"/>
                    <w:szCs w:val="20"/>
                    <w:lang w:val="en-US"/>
                  </w:rPr>
                  <w:t>.de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3C0BA3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9314D0"/>
    <w:multiLevelType w:val="hybridMultilevel"/>
    <w:tmpl w:val="B63C9610"/>
    <w:lvl w:ilvl="0" w:tplc="9AC60C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684653"/>
    <w:multiLevelType w:val="hybridMultilevel"/>
    <w:tmpl w:val="6F4C38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B242A"/>
    <w:multiLevelType w:val="hybridMultilevel"/>
    <w:tmpl w:val="2DE2B0C6"/>
    <w:lvl w:ilvl="0" w:tplc="54E08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AC55AF"/>
    <w:multiLevelType w:val="hybridMultilevel"/>
    <w:tmpl w:val="CEB0C434"/>
    <w:lvl w:ilvl="0" w:tplc="5F92001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CD1BF4"/>
    <w:multiLevelType w:val="hybridMultilevel"/>
    <w:tmpl w:val="51A22CC0"/>
    <w:lvl w:ilvl="0" w:tplc="069A9526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BA34DC"/>
    <w:multiLevelType w:val="hybridMultilevel"/>
    <w:tmpl w:val="4E44DCCE"/>
    <w:lvl w:ilvl="0" w:tplc="FF60B81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5765C2"/>
    <w:multiLevelType w:val="hybridMultilevel"/>
    <w:tmpl w:val="176ABA7A"/>
    <w:lvl w:ilvl="0" w:tplc="5F92001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0451F4"/>
    <w:multiLevelType w:val="hybridMultilevel"/>
    <w:tmpl w:val="965CD0E4"/>
    <w:lvl w:ilvl="0" w:tplc="D7DEED64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6A1C1E"/>
    <w:multiLevelType w:val="hybridMultilevel"/>
    <w:tmpl w:val="C7CC8A84"/>
    <w:lvl w:ilvl="0" w:tplc="5F92001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C065EE"/>
    <w:multiLevelType w:val="hybridMultilevel"/>
    <w:tmpl w:val="B2501B0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FC3E45"/>
    <w:multiLevelType w:val="hybridMultilevel"/>
    <w:tmpl w:val="3DF8E1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964"/>
    <w:rsid w:val="00013472"/>
    <w:rsid w:val="00017016"/>
    <w:rsid w:val="0002454A"/>
    <w:rsid w:val="000274B5"/>
    <w:rsid w:val="00030DED"/>
    <w:rsid w:val="000331A9"/>
    <w:rsid w:val="00033BCD"/>
    <w:rsid w:val="00042B7A"/>
    <w:rsid w:val="0004407B"/>
    <w:rsid w:val="000445A7"/>
    <w:rsid w:val="00047704"/>
    <w:rsid w:val="00050EF1"/>
    <w:rsid w:val="0005423E"/>
    <w:rsid w:val="0005595E"/>
    <w:rsid w:val="000563EC"/>
    <w:rsid w:val="00061A40"/>
    <w:rsid w:val="0006351C"/>
    <w:rsid w:val="00076568"/>
    <w:rsid w:val="00082BB6"/>
    <w:rsid w:val="000A40B8"/>
    <w:rsid w:val="000A54F0"/>
    <w:rsid w:val="000D43A6"/>
    <w:rsid w:val="000D5D10"/>
    <w:rsid w:val="000D6C9F"/>
    <w:rsid w:val="000F537D"/>
    <w:rsid w:val="000F5A77"/>
    <w:rsid w:val="000F6649"/>
    <w:rsid w:val="00105C96"/>
    <w:rsid w:val="001222BD"/>
    <w:rsid w:val="00124FA5"/>
    <w:rsid w:val="00125B18"/>
    <w:rsid w:val="00133076"/>
    <w:rsid w:val="00151F2B"/>
    <w:rsid w:val="00154E68"/>
    <w:rsid w:val="00167200"/>
    <w:rsid w:val="001764E2"/>
    <w:rsid w:val="00176B13"/>
    <w:rsid w:val="00176C33"/>
    <w:rsid w:val="00176E93"/>
    <w:rsid w:val="001852B2"/>
    <w:rsid w:val="001941E2"/>
    <w:rsid w:val="00195070"/>
    <w:rsid w:val="00196629"/>
    <w:rsid w:val="001A1069"/>
    <w:rsid w:val="001B623F"/>
    <w:rsid w:val="001B6F20"/>
    <w:rsid w:val="001C1E9D"/>
    <w:rsid w:val="001C2798"/>
    <w:rsid w:val="001C2C28"/>
    <w:rsid w:val="001C32B4"/>
    <w:rsid w:val="001E0934"/>
    <w:rsid w:val="001E1A0B"/>
    <w:rsid w:val="001E315A"/>
    <w:rsid w:val="001F0661"/>
    <w:rsid w:val="001F24FD"/>
    <w:rsid w:val="00207C04"/>
    <w:rsid w:val="002134FE"/>
    <w:rsid w:val="00214315"/>
    <w:rsid w:val="0022192C"/>
    <w:rsid w:val="00222292"/>
    <w:rsid w:val="0022499B"/>
    <w:rsid w:val="00227283"/>
    <w:rsid w:val="00233D2D"/>
    <w:rsid w:val="00235A77"/>
    <w:rsid w:val="00235E48"/>
    <w:rsid w:val="002368F3"/>
    <w:rsid w:val="00245B44"/>
    <w:rsid w:val="00250E62"/>
    <w:rsid w:val="00254792"/>
    <w:rsid w:val="002661EF"/>
    <w:rsid w:val="002719D3"/>
    <w:rsid w:val="00274884"/>
    <w:rsid w:val="00275699"/>
    <w:rsid w:val="00284336"/>
    <w:rsid w:val="00292640"/>
    <w:rsid w:val="00293701"/>
    <w:rsid w:val="00296DA5"/>
    <w:rsid w:val="002A0C9E"/>
    <w:rsid w:val="002B0116"/>
    <w:rsid w:val="002B03F1"/>
    <w:rsid w:val="002B0FA7"/>
    <w:rsid w:val="002C044A"/>
    <w:rsid w:val="002C4E26"/>
    <w:rsid w:val="002D51FA"/>
    <w:rsid w:val="002F4418"/>
    <w:rsid w:val="00302ED3"/>
    <w:rsid w:val="003067BC"/>
    <w:rsid w:val="0031011D"/>
    <w:rsid w:val="00312FE4"/>
    <w:rsid w:val="00320119"/>
    <w:rsid w:val="00322350"/>
    <w:rsid w:val="00322AB4"/>
    <w:rsid w:val="00325FE9"/>
    <w:rsid w:val="00331283"/>
    <w:rsid w:val="0033180D"/>
    <w:rsid w:val="003338C4"/>
    <w:rsid w:val="003347BB"/>
    <w:rsid w:val="0034291E"/>
    <w:rsid w:val="00342996"/>
    <w:rsid w:val="00346678"/>
    <w:rsid w:val="00347130"/>
    <w:rsid w:val="003510B5"/>
    <w:rsid w:val="00352E0E"/>
    <w:rsid w:val="003556E6"/>
    <w:rsid w:val="00355F77"/>
    <w:rsid w:val="00364790"/>
    <w:rsid w:val="00365618"/>
    <w:rsid w:val="00366DA9"/>
    <w:rsid w:val="00367937"/>
    <w:rsid w:val="00371AEB"/>
    <w:rsid w:val="0037292A"/>
    <w:rsid w:val="00375A1A"/>
    <w:rsid w:val="00376764"/>
    <w:rsid w:val="00377AA8"/>
    <w:rsid w:val="00377FA3"/>
    <w:rsid w:val="00391E40"/>
    <w:rsid w:val="0039554D"/>
    <w:rsid w:val="00396B91"/>
    <w:rsid w:val="00396C63"/>
    <w:rsid w:val="00397ED8"/>
    <w:rsid w:val="003A76C1"/>
    <w:rsid w:val="003A7F59"/>
    <w:rsid w:val="003B23CC"/>
    <w:rsid w:val="003E00BD"/>
    <w:rsid w:val="003E53EA"/>
    <w:rsid w:val="003F00E3"/>
    <w:rsid w:val="003F2C20"/>
    <w:rsid w:val="003F7C06"/>
    <w:rsid w:val="00402E44"/>
    <w:rsid w:val="00416367"/>
    <w:rsid w:val="00416604"/>
    <w:rsid w:val="00417B5F"/>
    <w:rsid w:val="0043254E"/>
    <w:rsid w:val="00440ECC"/>
    <w:rsid w:val="00443E04"/>
    <w:rsid w:val="0044558D"/>
    <w:rsid w:val="00456BCE"/>
    <w:rsid w:val="004607C2"/>
    <w:rsid w:val="00460DB4"/>
    <w:rsid w:val="0046386F"/>
    <w:rsid w:val="00466984"/>
    <w:rsid w:val="00476557"/>
    <w:rsid w:val="00476FE3"/>
    <w:rsid w:val="0048178A"/>
    <w:rsid w:val="00482705"/>
    <w:rsid w:val="00482C24"/>
    <w:rsid w:val="00486AF5"/>
    <w:rsid w:val="00487079"/>
    <w:rsid w:val="00487403"/>
    <w:rsid w:val="004A1FDF"/>
    <w:rsid w:val="004C1B60"/>
    <w:rsid w:val="004C49AE"/>
    <w:rsid w:val="004D0359"/>
    <w:rsid w:val="004D1900"/>
    <w:rsid w:val="004D46FC"/>
    <w:rsid w:val="004D4A26"/>
    <w:rsid w:val="004E1437"/>
    <w:rsid w:val="004E5B6B"/>
    <w:rsid w:val="00500CE3"/>
    <w:rsid w:val="00502CCF"/>
    <w:rsid w:val="00507838"/>
    <w:rsid w:val="00532A39"/>
    <w:rsid w:val="005443C1"/>
    <w:rsid w:val="00545DC3"/>
    <w:rsid w:val="0055299A"/>
    <w:rsid w:val="0055635B"/>
    <w:rsid w:val="00560EC3"/>
    <w:rsid w:val="005656C3"/>
    <w:rsid w:val="00566525"/>
    <w:rsid w:val="00570611"/>
    <w:rsid w:val="005715BD"/>
    <w:rsid w:val="00575E86"/>
    <w:rsid w:val="00582AF5"/>
    <w:rsid w:val="005A3C02"/>
    <w:rsid w:val="005B4AFF"/>
    <w:rsid w:val="005C149A"/>
    <w:rsid w:val="005C2C7C"/>
    <w:rsid w:val="005C5827"/>
    <w:rsid w:val="005D2632"/>
    <w:rsid w:val="005D3A13"/>
    <w:rsid w:val="005D490E"/>
    <w:rsid w:val="005D782B"/>
    <w:rsid w:val="005E31B7"/>
    <w:rsid w:val="005E508C"/>
    <w:rsid w:val="005F17C6"/>
    <w:rsid w:val="005F3040"/>
    <w:rsid w:val="005F5308"/>
    <w:rsid w:val="005F6F36"/>
    <w:rsid w:val="00601CBD"/>
    <w:rsid w:val="0060686A"/>
    <w:rsid w:val="00610781"/>
    <w:rsid w:val="0061722A"/>
    <w:rsid w:val="00624631"/>
    <w:rsid w:val="006329A0"/>
    <w:rsid w:val="00633F00"/>
    <w:rsid w:val="00634ED5"/>
    <w:rsid w:val="0064114B"/>
    <w:rsid w:val="00641C53"/>
    <w:rsid w:val="0064268F"/>
    <w:rsid w:val="00643865"/>
    <w:rsid w:val="00645BFA"/>
    <w:rsid w:val="00653BC6"/>
    <w:rsid w:val="00653F55"/>
    <w:rsid w:val="00656964"/>
    <w:rsid w:val="0066161B"/>
    <w:rsid w:val="00666F37"/>
    <w:rsid w:val="00682B8C"/>
    <w:rsid w:val="00694E4C"/>
    <w:rsid w:val="00697D71"/>
    <w:rsid w:val="006A0CF2"/>
    <w:rsid w:val="006A25C3"/>
    <w:rsid w:val="006A5A2F"/>
    <w:rsid w:val="006B07D9"/>
    <w:rsid w:val="006B2CD1"/>
    <w:rsid w:val="006C0C54"/>
    <w:rsid w:val="006C1E36"/>
    <w:rsid w:val="006C4AAB"/>
    <w:rsid w:val="006C66BA"/>
    <w:rsid w:val="006E2CB0"/>
    <w:rsid w:val="006E3D3E"/>
    <w:rsid w:val="006F2489"/>
    <w:rsid w:val="006F5F57"/>
    <w:rsid w:val="006F68D9"/>
    <w:rsid w:val="007017E2"/>
    <w:rsid w:val="00703309"/>
    <w:rsid w:val="00713E67"/>
    <w:rsid w:val="00715BDD"/>
    <w:rsid w:val="00715C8E"/>
    <w:rsid w:val="00715DF7"/>
    <w:rsid w:val="007238FD"/>
    <w:rsid w:val="007264E7"/>
    <w:rsid w:val="00736631"/>
    <w:rsid w:val="0074189F"/>
    <w:rsid w:val="00753FF6"/>
    <w:rsid w:val="00772937"/>
    <w:rsid w:val="00777A9B"/>
    <w:rsid w:val="00783F44"/>
    <w:rsid w:val="00784CCE"/>
    <w:rsid w:val="007A53F1"/>
    <w:rsid w:val="007C0F0E"/>
    <w:rsid w:val="007C307F"/>
    <w:rsid w:val="007D4B40"/>
    <w:rsid w:val="007E4C62"/>
    <w:rsid w:val="007F5721"/>
    <w:rsid w:val="007F6A15"/>
    <w:rsid w:val="007F70BD"/>
    <w:rsid w:val="00805B1B"/>
    <w:rsid w:val="00806D1C"/>
    <w:rsid w:val="00810E8B"/>
    <w:rsid w:val="00812EA3"/>
    <w:rsid w:val="00813969"/>
    <w:rsid w:val="00813EED"/>
    <w:rsid w:val="00820EBB"/>
    <w:rsid w:val="0082485A"/>
    <w:rsid w:val="00824E57"/>
    <w:rsid w:val="00825B65"/>
    <w:rsid w:val="00832187"/>
    <w:rsid w:val="00833B11"/>
    <w:rsid w:val="00835049"/>
    <w:rsid w:val="00835932"/>
    <w:rsid w:val="00836613"/>
    <w:rsid w:val="00836A60"/>
    <w:rsid w:val="00840399"/>
    <w:rsid w:val="00846B9E"/>
    <w:rsid w:val="00847591"/>
    <w:rsid w:val="00857799"/>
    <w:rsid w:val="00860A0F"/>
    <w:rsid w:val="008657B0"/>
    <w:rsid w:val="008659FB"/>
    <w:rsid w:val="008750EC"/>
    <w:rsid w:val="00877D57"/>
    <w:rsid w:val="00880C07"/>
    <w:rsid w:val="00880CDC"/>
    <w:rsid w:val="008852CC"/>
    <w:rsid w:val="008957BB"/>
    <w:rsid w:val="008A07BB"/>
    <w:rsid w:val="008A26C4"/>
    <w:rsid w:val="008A36A9"/>
    <w:rsid w:val="008B1DAD"/>
    <w:rsid w:val="008B7F02"/>
    <w:rsid w:val="008C7227"/>
    <w:rsid w:val="008C78E1"/>
    <w:rsid w:val="008E096F"/>
    <w:rsid w:val="008E1DC7"/>
    <w:rsid w:val="008F00AE"/>
    <w:rsid w:val="008F2179"/>
    <w:rsid w:val="008F294E"/>
    <w:rsid w:val="008F2B1D"/>
    <w:rsid w:val="008F58BE"/>
    <w:rsid w:val="00904FF5"/>
    <w:rsid w:val="009064B3"/>
    <w:rsid w:val="00910031"/>
    <w:rsid w:val="00912398"/>
    <w:rsid w:val="00916605"/>
    <w:rsid w:val="009202EB"/>
    <w:rsid w:val="009372AB"/>
    <w:rsid w:val="009372FE"/>
    <w:rsid w:val="0094474E"/>
    <w:rsid w:val="00952DFE"/>
    <w:rsid w:val="00952E1A"/>
    <w:rsid w:val="0096253C"/>
    <w:rsid w:val="00981707"/>
    <w:rsid w:val="00996668"/>
    <w:rsid w:val="009973BE"/>
    <w:rsid w:val="009A066C"/>
    <w:rsid w:val="009A2A70"/>
    <w:rsid w:val="009A3238"/>
    <w:rsid w:val="009A701B"/>
    <w:rsid w:val="009B0386"/>
    <w:rsid w:val="009B18AE"/>
    <w:rsid w:val="009B29F9"/>
    <w:rsid w:val="009B2E71"/>
    <w:rsid w:val="009B52A6"/>
    <w:rsid w:val="009C4ABC"/>
    <w:rsid w:val="009D60BA"/>
    <w:rsid w:val="009D768F"/>
    <w:rsid w:val="009E7FDB"/>
    <w:rsid w:val="009F6285"/>
    <w:rsid w:val="00A0562B"/>
    <w:rsid w:val="00A0786D"/>
    <w:rsid w:val="00A07B44"/>
    <w:rsid w:val="00A30079"/>
    <w:rsid w:val="00A303E1"/>
    <w:rsid w:val="00A32090"/>
    <w:rsid w:val="00A32FAD"/>
    <w:rsid w:val="00A34A12"/>
    <w:rsid w:val="00A41274"/>
    <w:rsid w:val="00A45976"/>
    <w:rsid w:val="00A532D3"/>
    <w:rsid w:val="00A53C4D"/>
    <w:rsid w:val="00A562EF"/>
    <w:rsid w:val="00A64645"/>
    <w:rsid w:val="00A73356"/>
    <w:rsid w:val="00A750A2"/>
    <w:rsid w:val="00A751A6"/>
    <w:rsid w:val="00A96B95"/>
    <w:rsid w:val="00A97F2D"/>
    <w:rsid w:val="00AB1562"/>
    <w:rsid w:val="00AB5648"/>
    <w:rsid w:val="00AB6E8B"/>
    <w:rsid w:val="00AC0DE0"/>
    <w:rsid w:val="00AC1601"/>
    <w:rsid w:val="00AC6D6D"/>
    <w:rsid w:val="00AD32F2"/>
    <w:rsid w:val="00AE2F79"/>
    <w:rsid w:val="00AE3746"/>
    <w:rsid w:val="00AF1D69"/>
    <w:rsid w:val="00AF2B0A"/>
    <w:rsid w:val="00AF5007"/>
    <w:rsid w:val="00B07B75"/>
    <w:rsid w:val="00B116FA"/>
    <w:rsid w:val="00B15F7C"/>
    <w:rsid w:val="00B17C80"/>
    <w:rsid w:val="00B216DA"/>
    <w:rsid w:val="00B24372"/>
    <w:rsid w:val="00B34E68"/>
    <w:rsid w:val="00B465D6"/>
    <w:rsid w:val="00B511A0"/>
    <w:rsid w:val="00B60177"/>
    <w:rsid w:val="00B627BC"/>
    <w:rsid w:val="00B70F54"/>
    <w:rsid w:val="00B73EE4"/>
    <w:rsid w:val="00B9000A"/>
    <w:rsid w:val="00B93ADB"/>
    <w:rsid w:val="00B95609"/>
    <w:rsid w:val="00BA3928"/>
    <w:rsid w:val="00BA4FDB"/>
    <w:rsid w:val="00BA52BB"/>
    <w:rsid w:val="00BA67E7"/>
    <w:rsid w:val="00BB03FC"/>
    <w:rsid w:val="00BB15B9"/>
    <w:rsid w:val="00BC4BB9"/>
    <w:rsid w:val="00BE3E87"/>
    <w:rsid w:val="00BE5899"/>
    <w:rsid w:val="00BF098B"/>
    <w:rsid w:val="00BF577C"/>
    <w:rsid w:val="00BF7ED6"/>
    <w:rsid w:val="00C02BCB"/>
    <w:rsid w:val="00C12BB4"/>
    <w:rsid w:val="00C23278"/>
    <w:rsid w:val="00C234D7"/>
    <w:rsid w:val="00C25481"/>
    <w:rsid w:val="00C306BB"/>
    <w:rsid w:val="00C310E7"/>
    <w:rsid w:val="00C32F31"/>
    <w:rsid w:val="00C50CE6"/>
    <w:rsid w:val="00C55D28"/>
    <w:rsid w:val="00C74765"/>
    <w:rsid w:val="00C824C1"/>
    <w:rsid w:val="00C84107"/>
    <w:rsid w:val="00CB0D91"/>
    <w:rsid w:val="00CB28B6"/>
    <w:rsid w:val="00CB2A59"/>
    <w:rsid w:val="00CB469F"/>
    <w:rsid w:val="00CB6D50"/>
    <w:rsid w:val="00CC37A3"/>
    <w:rsid w:val="00CD53F4"/>
    <w:rsid w:val="00CD6D87"/>
    <w:rsid w:val="00CE1A99"/>
    <w:rsid w:val="00CF05C7"/>
    <w:rsid w:val="00CF0CCE"/>
    <w:rsid w:val="00CF7E8F"/>
    <w:rsid w:val="00D01A74"/>
    <w:rsid w:val="00D02770"/>
    <w:rsid w:val="00D02D62"/>
    <w:rsid w:val="00D0699B"/>
    <w:rsid w:val="00D14687"/>
    <w:rsid w:val="00D1507A"/>
    <w:rsid w:val="00D17E0D"/>
    <w:rsid w:val="00D257AF"/>
    <w:rsid w:val="00D320B0"/>
    <w:rsid w:val="00D338FA"/>
    <w:rsid w:val="00D3604E"/>
    <w:rsid w:val="00D42378"/>
    <w:rsid w:val="00D45488"/>
    <w:rsid w:val="00D51712"/>
    <w:rsid w:val="00D6166B"/>
    <w:rsid w:val="00D629F5"/>
    <w:rsid w:val="00D746A6"/>
    <w:rsid w:val="00D76828"/>
    <w:rsid w:val="00D81223"/>
    <w:rsid w:val="00D81CE0"/>
    <w:rsid w:val="00D831D1"/>
    <w:rsid w:val="00D83C6F"/>
    <w:rsid w:val="00D847CC"/>
    <w:rsid w:val="00D87792"/>
    <w:rsid w:val="00D91466"/>
    <w:rsid w:val="00D92E52"/>
    <w:rsid w:val="00DA1238"/>
    <w:rsid w:val="00DA19E9"/>
    <w:rsid w:val="00DA7218"/>
    <w:rsid w:val="00DA7394"/>
    <w:rsid w:val="00DB6D42"/>
    <w:rsid w:val="00DB7487"/>
    <w:rsid w:val="00DC2EE5"/>
    <w:rsid w:val="00DD1CC6"/>
    <w:rsid w:val="00DD1E8E"/>
    <w:rsid w:val="00DE1A27"/>
    <w:rsid w:val="00DE26EC"/>
    <w:rsid w:val="00DE3055"/>
    <w:rsid w:val="00DF21A9"/>
    <w:rsid w:val="00DF5374"/>
    <w:rsid w:val="00E04877"/>
    <w:rsid w:val="00E11D06"/>
    <w:rsid w:val="00E21724"/>
    <w:rsid w:val="00E21ADD"/>
    <w:rsid w:val="00E26CFB"/>
    <w:rsid w:val="00E312F0"/>
    <w:rsid w:val="00E325DE"/>
    <w:rsid w:val="00E36874"/>
    <w:rsid w:val="00E37251"/>
    <w:rsid w:val="00E52804"/>
    <w:rsid w:val="00E53A20"/>
    <w:rsid w:val="00E56A51"/>
    <w:rsid w:val="00E74D2E"/>
    <w:rsid w:val="00E83BF1"/>
    <w:rsid w:val="00EA094D"/>
    <w:rsid w:val="00EA5406"/>
    <w:rsid w:val="00EA5F9E"/>
    <w:rsid w:val="00EB04FF"/>
    <w:rsid w:val="00EB336A"/>
    <w:rsid w:val="00EB5663"/>
    <w:rsid w:val="00EB56E9"/>
    <w:rsid w:val="00EB7B1C"/>
    <w:rsid w:val="00ED03EB"/>
    <w:rsid w:val="00ED4EAB"/>
    <w:rsid w:val="00ED7B82"/>
    <w:rsid w:val="00EE3D1C"/>
    <w:rsid w:val="00EE3F9D"/>
    <w:rsid w:val="00F00728"/>
    <w:rsid w:val="00F169CB"/>
    <w:rsid w:val="00F2220C"/>
    <w:rsid w:val="00F445C2"/>
    <w:rsid w:val="00F5011D"/>
    <w:rsid w:val="00F56381"/>
    <w:rsid w:val="00F60867"/>
    <w:rsid w:val="00F62AA1"/>
    <w:rsid w:val="00F63B35"/>
    <w:rsid w:val="00F7602C"/>
    <w:rsid w:val="00F85CF8"/>
    <w:rsid w:val="00F86FBB"/>
    <w:rsid w:val="00F9012C"/>
    <w:rsid w:val="00F90801"/>
    <w:rsid w:val="00F978C2"/>
    <w:rsid w:val="00FB0C7E"/>
    <w:rsid w:val="00FC1699"/>
    <w:rsid w:val="00FD022E"/>
    <w:rsid w:val="00FD62D2"/>
    <w:rsid w:val="00FD6526"/>
    <w:rsid w:val="00FE11C1"/>
    <w:rsid w:val="00FE14D0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A3928"/>
    <w:rPr>
      <w:rFonts w:ascii="Arial" w:hAnsi="Arial"/>
      <w:sz w:val="22"/>
      <w:szCs w:val="24"/>
    </w:rPr>
  </w:style>
  <w:style w:type="paragraph" w:styleId="berschrift3">
    <w:name w:val="heading 3"/>
    <w:basedOn w:val="Standard"/>
    <w:next w:val="Standard"/>
    <w:qFormat/>
    <w:rsid w:val="00BA3928"/>
    <w:pPr>
      <w:keepNext/>
      <w:spacing w:before="22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BA3928"/>
    <w:pPr>
      <w:keepNext/>
      <w:spacing w:before="220"/>
      <w:outlineLvl w:val="3"/>
    </w:pPr>
    <w:rPr>
      <w:b/>
      <w:bCs/>
      <w:szCs w:val="28"/>
      <w:u w:val="single"/>
    </w:rPr>
  </w:style>
  <w:style w:type="paragraph" w:styleId="berschrift6">
    <w:name w:val="heading 6"/>
    <w:basedOn w:val="Standard"/>
    <w:next w:val="Standard"/>
    <w:qFormat/>
    <w:rsid w:val="00BA3928"/>
    <w:pPr>
      <w:keepNext/>
      <w:spacing w:before="220"/>
      <w:outlineLvl w:val="5"/>
    </w:pPr>
    <w:rPr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BA3928"/>
    <w:pPr>
      <w:keepNext/>
      <w:outlineLvl w:val="6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BA39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8B7F0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8B7F02"/>
    <w:rPr>
      <w:rFonts w:ascii="Lucida Grande" w:hAnsi="Lucida Grande"/>
      <w:sz w:val="18"/>
      <w:szCs w:val="18"/>
    </w:rPr>
  </w:style>
  <w:style w:type="paragraph" w:styleId="Aufzhlungszeichen">
    <w:name w:val="List Bullet"/>
    <w:basedOn w:val="Standard"/>
    <w:rsid w:val="001764E2"/>
    <w:pPr>
      <w:numPr>
        <w:numId w:val="8"/>
      </w:numPr>
      <w:contextualSpacing/>
    </w:pPr>
  </w:style>
  <w:style w:type="paragraph" w:styleId="Listenabsatz">
    <w:name w:val="List Paragraph"/>
    <w:basedOn w:val="Standard"/>
    <w:uiPriority w:val="34"/>
    <w:qFormat/>
    <w:rsid w:val="0096253C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222292"/>
    <w:rPr>
      <w:b/>
      <w:bCs/>
    </w:rPr>
  </w:style>
  <w:style w:type="character" w:styleId="Kommentarzeichen">
    <w:name w:val="annotation reference"/>
    <w:basedOn w:val="Absatz-Standardschriftart"/>
    <w:rsid w:val="0036561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656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36561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3656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561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A3928"/>
    <w:rPr>
      <w:rFonts w:ascii="Arial" w:hAnsi="Arial"/>
      <w:sz w:val="22"/>
      <w:szCs w:val="24"/>
    </w:rPr>
  </w:style>
  <w:style w:type="paragraph" w:styleId="berschrift3">
    <w:name w:val="heading 3"/>
    <w:basedOn w:val="Standard"/>
    <w:next w:val="Standard"/>
    <w:qFormat/>
    <w:rsid w:val="00BA3928"/>
    <w:pPr>
      <w:keepNext/>
      <w:spacing w:before="22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BA3928"/>
    <w:pPr>
      <w:keepNext/>
      <w:spacing w:before="220"/>
      <w:outlineLvl w:val="3"/>
    </w:pPr>
    <w:rPr>
      <w:b/>
      <w:bCs/>
      <w:szCs w:val="28"/>
      <w:u w:val="single"/>
    </w:rPr>
  </w:style>
  <w:style w:type="paragraph" w:styleId="berschrift6">
    <w:name w:val="heading 6"/>
    <w:basedOn w:val="Standard"/>
    <w:next w:val="Standard"/>
    <w:qFormat/>
    <w:rsid w:val="00BA3928"/>
    <w:pPr>
      <w:keepNext/>
      <w:spacing w:before="220"/>
      <w:outlineLvl w:val="5"/>
    </w:pPr>
    <w:rPr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BA3928"/>
    <w:pPr>
      <w:keepNext/>
      <w:outlineLvl w:val="6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BA392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8B7F02"/>
    <w:rPr>
      <w:rFonts w:ascii="Lucida Grande" w:hAnsi="Lucida Grande"/>
      <w:sz w:val="18"/>
      <w:szCs w:val="18"/>
    </w:rPr>
  </w:style>
  <w:style w:type="character" w:customStyle="1" w:styleId="SprechblasentextZchn">
    <w:name w:val="Balloon Text Char"/>
    <w:basedOn w:val="Absatz-Standardschriftart"/>
    <w:link w:val="Sprechblasentext"/>
    <w:rsid w:val="008B7F02"/>
    <w:rPr>
      <w:rFonts w:ascii="Lucida Grande" w:hAnsi="Lucida Grande"/>
      <w:sz w:val="18"/>
      <w:szCs w:val="18"/>
    </w:rPr>
  </w:style>
  <w:style w:type="paragraph" w:styleId="Aufzhlungszeichen">
    <w:name w:val="List Bullet"/>
    <w:basedOn w:val="Standard"/>
    <w:rsid w:val="001764E2"/>
    <w:pPr>
      <w:numPr>
        <w:numId w:val="8"/>
      </w:numPr>
      <w:contextualSpacing/>
    </w:pPr>
  </w:style>
  <w:style w:type="paragraph" w:styleId="Listenabsatz">
    <w:name w:val="List Paragraph"/>
    <w:basedOn w:val="Standard"/>
    <w:uiPriority w:val="34"/>
    <w:qFormat/>
    <w:rsid w:val="0096253C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222292"/>
    <w:rPr>
      <w:b/>
      <w:bCs/>
    </w:rPr>
  </w:style>
  <w:style w:type="character" w:styleId="Kommentarzeichen">
    <w:name w:val="annotation reference"/>
    <w:basedOn w:val="Absatz-Standardschriftart"/>
    <w:rsid w:val="0036561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65618"/>
    <w:rPr>
      <w:sz w:val="20"/>
      <w:szCs w:val="20"/>
    </w:rPr>
  </w:style>
  <w:style w:type="character" w:customStyle="1" w:styleId="KommentartextZchn">
    <w:name w:val="Comment Text Char"/>
    <w:basedOn w:val="Absatz-Standardschriftart"/>
    <w:link w:val="Kommentartext"/>
    <w:rsid w:val="0036561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365618"/>
    <w:rPr>
      <w:b/>
      <w:bCs/>
    </w:rPr>
  </w:style>
  <w:style w:type="character" w:customStyle="1" w:styleId="KommentarthemaZchn">
    <w:name w:val="Comment Subject Char"/>
    <w:basedOn w:val="KommentartextZchn"/>
    <w:link w:val="Kommentarthema"/>
    <w:rsid w:val="0036561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Zipp\Desktop\C-LH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C-LH.dot</Template>
  <TotalTime>0</TotalTime>
  <Pages>1</Pages>
  <Words>224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Familie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Zipp</dc:creator>
  <cp:lastModifiedBy>Huygens</cp:lastModifiedBy>
  <cp:revision>13</cp:revision>
  <cp:lastPrinted>2014-04-29T13:58:00Z</cp:lastPrinted>
  <dcterms:created xsi:type="dcterms:W3CDTF">2018-05-31T10:02:00Z</dcterms:created>
  <dcterms:modified xsi:type="dcterms:W3CDTF">2018-07-06T10:26:00Z</dcterms:modified>
</cp:coreProperties>
</file>